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0BC7C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9FD158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2EF6BE" w14:textId="77777777" w:rsidR="0085747A" w:rsidRPr="00674F56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674F56">
        <w:rPr>
          <w:rFonts w:ascii="Corbel" w:hAnsi="Corbel"/>
          <w:b/>
          <w:smallCaps/>
          <w:sz w:val="24"/>
          <w:szCs w:val="24"/>
        </w:rPr>
        <w:t>kształcenia</w:t>
      </w:r>
      <w:r w:rsidR="00674F56" w:rsidRPr="00674F56">
        <w:rPr>
          <w:rFonts w:ascii="Corbel" w:hAnsi="Corbel"/>
          <w:smallCaps/>
          <w:sz w:val="24"/>
          <w:szCs w:val="24"/>
        </w:rPr>
        <w:t xml:space="preserve"> 2020-2023</w:t>
      </w:r>
    </w:p>
    <w:p w14:paraId="7DBC9AAE" w14:textId="77777777" w:rsidR="00445970" w:rsidRPr="00EA4832" w:rsidRDefault="00445970" w:rsidP="00674F5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674F56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</w:t>
      </w:r>
      <w:r w:rsidR="00855E6F">
        <w:rPr>
          <w:rFonts w:ascii="Corbel" w:hAnsi="Corbel"/>
          <w:sz w:val="20"/>
          <w:szCs w:val="20"/>
        </w:rPr>
        <w:t>202</w:t>
      </w:r>
      <w:r w:rsidR="00674F56">
        <w:rPr>
          <w:rFonts w:ascii="Corbel" w:hAnsi="Corbel"/>
          <w:sz w:val="20"/>
          <w:szCs w:val="20"/>
        </w:rPr>
        <w:t>2</w:t>
      </w:r>
      <w:r w:rsidR="00855E6F">
        <w:rPr>
          <w:rFonts w:ascii="Corbel" w:hAnsi="Corbel"/>
          <w:sz w:val="20"/>
          <w:szCs w:val="20"/>
        </w:rPr>
        <w:t>/202</w:t>
      </w:r>
      <w:r w:rsidR="00674F56">
        <w:rPr>
          <w:rFonts w:ascii="Corbel" w:hAnsi="Corbel"/>
          <w:sz w:val="20"/>
          <w:szCs w:val="20"/>
        </w:rPr>
        <w:t>3</w:t>
      </w:r>
    </w:p>
    <w:p w14:paraId="4787063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0723E9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085ED8" w14:textId="77777777" w:rsidTr="00B819C8">
        <w:tc>
          <w:tcPr>
            <w:tcW w:w="2694" w:type="dxa"/>
            <w:vAlign w:val="center"/>
          </w:tcPr>
          <w:p w14:paraId="273D6CA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7F41B3" w14:textId="77777777" w:rsidR="0085747A" w:rsidRPr="00794956" w:rsidRDefault="00794956" w:rsidP="00674F56">
            <w:pPr>
              <w:pStyle w:val="Nagwek3"/>
              <w:spacing w:before="0"/>
              <w:rPr>
                <w:rFonts w:ascii="Corbel" w:hAnsi="Corbel"/>
                <w:b w:val="0"/>
                <w:color w:val="auto"/>
              </w:rPr>
            </w:pPr>
            <w:r w:rsidRPr="00794956">
              <w:rPr>
                <w:rFonts w:ascii="Corbel" w:hAnsi="Corbel"/>
                <w:b w:val="0"/>
                <w:color w:val="auto"/>
                <w:sz w:val="24"/>
                <w:szCs w:val="24"/>
              </w:rPr>
              <w:t>Spółdzielczość w biznesie</w:t>
            </w:r>
          </w:p>
        </w:tc>
      </w:tr>
      <w:tr w:rsidR="0085747A" w:rsidRPr="009C54AE" w14:paraId="1EC71F8D" w14:textId="77777777" w:rsidTr="00B819C8">
        <w:tc>
          <w:tcPr>
            <w:tcW w:w="2694" w:type="dxa"/>
            <w:vAlign w:val="center"/>
          </w:tcPr>
          <w:p w14:paraId="7F2B772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882383" w14:textId="77777777" w:rsidR="0085747A" w:rsidRPr="009C54AE" w:rsidRDefault="00855E6F" w:rsidP="007949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E/I/E</w:t>
            </w:r>
            <w:r w:rsidR="0079495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794956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794956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9C54AE" w14:paraId="090234A8" w14:textId="77777777" w:rsidTr="00B819C8">
        <w:tc>
          <w:tcPr>
            <w:tcW w:w="2694" w:type="dxa"/>
            <w:vAlign w:val="center"/>
          </w:tcPr>
          <w:p w14:paraId="5812183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1EC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8F92E11" w14:textId="77777777" w:rsidTr="00B819C8">
        <w:tc>
          <w:tcPr>
            <w:tcW w:w="2694" w:type="dxa"/>
            <w:vAlign w:val="center"/>
          </w:tcPr>
          <w:p w14:paraId="34AABB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E8906C" w14:textId="77777777" w:rsidR="0085747A" w:rsidRPr="009C54AE" w:rsidRDefault="00674F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A2FFC96" w14:textId="77777777" w:rsidTr="00B819C8">
        <w:tc>
          <w:tcPr>
            <w:tcW w:w="2694" w:type="dxa"/>
            <w:vAlign w:val="center"/>
          </w:tcPr>
          <w:p w14:paraId="4A6909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AA168D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6E45271" w14:textId="77777777" w:rsidTr="00B819C8">
        <w:tc>
          <w:tcPr>
            <w:tcW w:w="2694" w:type="dxa"/>
            <w:vAlign w:val="center"/>
          </w:tcPr>
          <w:p w14:paraId="0DF9C66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23D5B4C" w14:textId="77777777" w:rsidR="0085747A" w:rsidRPr="009C54AE" w:rsidRDefault="00674F56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02FEA212" w14:textId="77777777" w:rsidTr="00B819C8">
        <w:tc>
          <w:tcPr>
            <w:tcW w:w="2694" w:type="dxa"/>
            <w:vAlign w:val="center"/>
          </w:tcPr>
          <w:p w14:paraId="403B9F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53916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87712E9" w14:textId="77777777" w:rsidTr="00B819C8">
        <w:tc>
          <w:tcPr>
            <w:tcW w:w="2694" w:type="dxa"/>
            <w:vAlign w:val="center"/>
          </w:tcPr>
          <w:p w14:paraId="7D9C4B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FA17FC" w14:textId="77777777" w:rsidR="0085747A" w:rsidRPr="009C54AE" w:rsidRDefault="0038750B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DF3BF35" w14:textId="77777777" w:rsidTr="00B819C8">
        <w:tc>
          <w:tcPr>
            <w:tcW w:w="2694" w:type="dxa"/>
            <w:vAlign w:val="center"/>
          </w:tcPr>
          <w:p w14:paraId="3B1D51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EDCF6C4" w14:textId="77777777" w:rsidR="0085747A" w:rsidRPr="009C54AE" w:rsidRDefault="00794956" w:rsidP="00674F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67CDA"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74F56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20F1D89" w14:textId="77777777" w:rsidTr="00B819C8">
        <w:tc>
          <w:tcPr>
            <w:tcW w:w="2694" w:type="dxa"/>
            <w:vAlign w:val="center"/>
          </w:tcPr>
          <w:p w14:paraId="7AFB0D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C3ED8C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27DEE7F" w14:textId="77777777" w:rsidTr="00B819C8">
        <w:tc>
          <w:tcPr>
            <w:tcW w:w="2694" w:type="dxa"/>
            <w:vAlign w:val="center"/>
          </w:tcPr>
          <w:p w14:paraId="78ED096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8E9F3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7D722E" w14:textId="77777777" w:rsidTr="00B819C8">
        <w:tc>
          <w:tcPr>
            <w:tcW w:w="2694" w:type="dxa"/>
            <w:vAlign w:val="center"/>
          </w:tcPr>
          <w:p w14:paraId="443353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24CA9C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9C54AE" w14:paraId="6F9B86C3" w14:textId="77777777" w:rsidTr="00B819C8">
        <w:tc>
          <w:tcPr>
            <w:tcW w:w="2694" w:type="dxa"/>
            <w:vAlign w:val="center"/>
          </w:tcPr>
          <w:p w14:paraId="4D9208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5680E3" w14:textId="77777777" w:rsidR="0085747A" w:rsidRPr="009C54AE" w:rsidRDefault="00467CDA" w:rsidP="007949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3C8DE23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74F5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6F7A6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674F56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EB6B3B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EAE17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D44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3F10B8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4C1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CEB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9FE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5C4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4E2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DA0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4FF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8F6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2E9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C1208CD" w14:textId="77777777" w:rsidTr="00674F5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832C1" w14:textId="77777777" w:rsidR="00015B8F" w:rsidRPr="009C54AE" w:rsidRDefault="00794956" w:rsidP="00674F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003C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EF30A" w14:textId="77777777" w:rsidR="00015B8F" w:rsidRPr="009C54AE" w:rsidRDefault="003875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EB4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E91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151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8C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A0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529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46D4E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AE8748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2CBD62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E39852" w14:textId="77777777" w:rsidR="00674F56" w:rsidRPr="00CA2C2D" w:rsidRDefault="00674F56" w:rsidP="00674F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765748D1" w14:textId="77777777" w:rsidR="00674F56" w:rsidRPr="00CA2C2D" w:rsidRDefault="00674F56" w:rsidP="00674F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D9181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22688C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B5B0AB9" w14:textId="77777777" w:rsidR="009C54AE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2FCBBBE" w14:textId="77777777" w:rsidR="00674F56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BB3B9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674F56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4DE917D2" w14:textId="77777777" w:rsidR="00674F56" w:rsidRPr="009C54AE" w:rsidRDefault="00674F5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96C9B9F" w14:textId="77777777" w:rsidTr="00745302">
        <w:tc>
          <w:tcPr>
            <w:tcW w:w="9670" w:type="dxa"/>
          </w:tcPr>
          <w:p w14:paraId="0243ADBB" w14:textId="77777777" w:rsidR="0085747A" w:rsidRPr="009C54AE" w:rsidRDefault="00794956" w:rsidP="00674F5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</w:t>
            </w:r>
            <w:r w:rsidRPr="00674F56">
              <w:rPr>
                <w:rFonts w:ascii="Corbel" w:hAnsi="Corbel"/>
                <w:b w:val="0"/>
                <w:smallCaps w:val="0"/>
                <w:szCs w:val="24"/>
              </w:rPr>
              <w:t>powinien posiadać wiedzę z zakresu podstaw ekonomii oraz ekonomiki i organizacji przedsiębiorstw</w:t>
            </w:r>
            <w:r w:rsidR="00674F56" w:rsidRPr="00674F56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674F5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74F56" w:rsidRPr="00674F56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674F56">
              <w:rPr>
                <w:rFonts w:ascii="Corbel" w:hAnsi="Corbel"/>
                <w:b w:val="0"/>
                <w:smallCaps w:val="0"/>
                <w:szCs w:val="24"/>
              </w:rPr>
              <w:t>miejętność analizy problemów ekonomicznych oraz czynników wpływających na zmiany ilościowe i jakościowe w sektorze spółdzielczym.</w:t>
            </w:r>
            <w:r>
              <w:rPr>
                <w:color w:val="333333"/>
              </w:rPr>
              <w:t xml:space="preserve"> </w:t>
            </w:r>
          </w:p>
        </w:tc>
      </w:tr>
    </w:tbl>
    <w:p w14:paraId="7FA8BDB1" w14:textId="77777777" w:rsidR="0053363F" w:rsidRDefault="0053363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79DB3D" w14:textId="77777777" w:rsidR="0053363F" w:rsidRDefault="0053363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9B27E9" w14:textId="07821C0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956FDD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5620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674F56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8388C3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9B0E8EA" w14:textId="77777777" w:rsidTr="00923D7D">
        <w:tc>
          <w:tcPr>
            <w:tcW w:w="851" w:type="dxa"/>
            <w:vAlign w:val="center"/>
          </w:tcPr>
          <w:p w14:paraId="6C68EFF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0CA3DC8" w14:textId="77777777" w:rsidR="0085747A" w:rsidRPr="009C54AE" w:rsidRDefault="00794956" w:rsidP="007949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4B9">
              <w:rPr>
                <w:rFonts w:ascii="Corbel" w:hAnsi="Corbel"/>
                <w:b w:val="0"/>
                <w:sz w:val="24"/>
                <w:szCs w:val="24"/>
              </w:rPr>
              <w:t xml:space="preserve">Celem przedmiotu jest zapoznanie studentów z przesłankami powstania spółdzielni, prawami i obowiązkami członków, zasadami funkcjonowania organów spółdzielni oraz rodzajami działalności gospodarczej spółdzielni. </w:t>
            </w:r>
          </w:p>
        </w:tc>
      </w:tr>
      <w:tr w:rsidR="00794956" w:rsidRPr="009C54AE" w14:paraId="46DCAACB" w14:textId="77777777" w:rsidTr="00923D7D">
        <w:tc>
          <w:tcPr>
            <w:tcW w:w="851" w:type="dxa"/>
            <w:vAlign w:val="center"/>
          </w:tcPr>
          <w:p w14:paraId="52E428E1" w14:textId="77777777" w:rsidR="00794956" w:rsidRPr="009C54AE" w:rsidRDefault="00794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0131B5" w14:textId="77777777" w:rsidR="00794956" w:rsidRPr="009344B9" w:rsidRDefault="00794956" w:rsidP="00DF73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344B9">
              <w:rPr>
                <w:rFonts w:ascii="Corbel" w:hAnsi="Corbel"/>
                <w:b w:val="0"/>
                <w:sz w:val="24"/>
                <w:szCs w:val="24"/>
              </w:rPr>
              <w:t>Nabycie umiejętności w rozwiązywaniu problemów społeczno-ekonomicznych poprzez wykorzystanie form spółdzielczych. Ponadto przygotowanie studentów do rozwiązywania problemów występujących w spółdzielniach.</w:t>
            </w:r>
          </w:p>
        </w:tc>
      </w:tr>
      <w:tr w:rsidR="00794956" w:rsidRPr="009C54AE" w14:paraId="3B53A158" w14:textId="77777777" w:rsidTr="00923D7D">
        <w:tc>
          <w:tcPr>
            <w:tcW w:w="851" w:type="dxa"/>
            <w:vAlign w:val="center"/>
          </w:tcPr>
          <w:p w14:paraId="1A9116E0" w14:textId="77777777" w:rsidR="00794956" w:rsidRPr="009C54AE" w:rsidRDefault="00794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B273CC8" w14:textId="77777777" w:rsidR="00794956" w:rsidRPr="009344B9" w:rsidRDefault="00794956" w:rsidP="00DF73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4B9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</w:tbl>
    <w:p w14:paraId="12617A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B4796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674F56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6A373C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08909E7" w14:textId="77777777" w:rsidTr="0071620A">
        <w:tc>
          <w:tcPr>
            <w:tcW w:w="1701" w:type="dxa"/>
            <w:vAlign w:val="center"/>
          </w:tcPr>
          <w:p w14:paraId="279DC56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AAE30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8D4388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81727" w14:paraId="2D0CBE48" w14:textId="77777777" w:rsidTr="005E6E85">
        <w:tc>
          <w:tcPr>
            <w:tcW w:w="1701" w:type="dxa"/>
          </w:tcPr>
          <w:p w14:paraId="644DB69C" w14:textId="77777777" w:rsidR="00DD539B" w:rsidRPr="00981727" w:rsidRDefault="00DD539B" w:rsidP="00674F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4637AC2" w14:textId="77777777" w:rsidR="00DD539B" w:rsidRPr="00981727" w:rsidRDefault="00C00464" w:rsidP="00674F5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1727">
              <w:rPr>
                <w:rFonts w:ascii="Corbel" w:hAnsi="Corbel"/>
                <w:sz w:val="24"/>
                <w:szCs w:val="24"/>
              </w:rPr>
              <w:t>Zna podstawowe pojęcia z zakresu nauk ekonomicznych, związki nauk ekonomicznych z naukami pokrewnymi oraz - wzajemne relacje pomiędzy organizacjami gospodarczymi i społecznymi w zakresie organizacyjno-ekonomicznym oraz finansowym, a także ich oddziaływanie na zmiany struktur gospodarczych. Rozumie możliwości wykorzystan</w:t>
            </w:r>
            <w:r w:rsidR="00674F56">
              <w:rPr>
                <w:rFonts w:ascii="Corbel" w:hAnsi="Corbel"/>
                <w:sz w:val="24"/>
                <w:szCs w:val="24"/>
              </w:rPr>
              <w:t xml:space="preserve">ia rozwiązań spółdzielczych we </w:t>
            </w:r>
            <w:r w:rsidRPr="00981727">
              <w:rPr>
                <w:rFonts w:ascii="Corbel" w:hAnsi="Corbel"/>
                <w:sz w:val="24"/>
                <w:szCs w:val="24"/>
              </w:rPr>
              <w:t>współczesnym rozwoju społeczno-gospodarczym.</w:t>
            </w:r>
          </w:p>
        </w:tc>
        <w:tc>
          <w:tcPr>
            <w:tcW w:w="1873" w:type="dxa"/>
          </w:tcPr>
          <w:p w14:paraId="47691029" w14:textId="77777777" w:rsidR="00DD539B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49DCAC4" w14:textId="77777777" w:rsidR="00C00464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54787AD2" w14:textId="77777777" w:rsidR="00C00464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DD539B" w:rsidRPr="00981727" w14:paraId="7D7239C5" w14:textId="77777777" w:rsidTr="005E6E85">
        <w:tc>
          <w:tcPr>
            <w:tcW w:w="1701" w:type="dxa"/>
          </w:tcPr>
          <w:p w14:paraId="5CEC8A86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98B239F" w14:textId="77777777" w:rsidR="00DD539B" w:rsidRPr="00981727" w:rsidRDefault="00981727" w:rsidP="00674F56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981727">
              <w:rPr>
                <w:rFonts w:ascii="Corbel" w:hAnsi="Corbel"/>
              </w:rPr>
              <w:t xml:space="preserve">Potrafi pozyskiwać </w:t>
            </w:r>
            <w:r w:rsidR="00674F56" w:rsidRPr="00981727">
              <w:rPr>
                <w:rFonts w:ascii="Corbel" w:hAnsi="Corbel"/>
              </w:rPr>
              <w:t xml:space="preserve">dane </w:t>
            </w:r>
            <w:r w:rsidRPr="00981727">
              <w:rPr>
                <w:rFonts w:ascii="Corbel" w:hAnsi="Corbel"/>
              </w:rPr>
              <w:t>i analizować zjawiska</w:t>
            </w:r>
            <w:r w:rsidR="00674F56">
              <w:rPr>
                <w:rFonts w:ascii="Corbel" w:hAnsi="Corbel"/>
              </w:rPr>
              <w:t xml:space="preserve"> związane z ruchem spółdzielczym</w:t>
            </w:r>
            <w:r w:rsidRPr="00981727">
              <w:rPr>
                <w:rFonts w:ascii="Corbel" w:hAnsi="Corbel"/>
              </w:rPr>
              <w:t xml:space="preserve">, </w:t>
            </w:r>
            <w:r w:rsidR="00674F56">
              <w:rPr>
                <w:rFonts w:ascii="Corbel" w:hAnsi="Corbel"/>
              </w:rPr>
              <w:t xml:space="preserve">uwzględniając </w:t>
            </w:r>
            <w:r w:rsidRPr="00981727">
              <w:rPr>
                <w:rFonts w:ascii="Corbel" w:hAnsi="Corbel"/>
              </w:rPr>
              <w:t>ich uwarunkowania oraz projektować zadania badawcze</w:t>
            </w:r>
            <w:r w:rsidR="00674F56">
              <w:rPr>
                <w:rFonts w:ascii="Corbel" w:hAnsi="Corbel"/>
              </w:rPr>
              <w:t xml:space="preserve"> związane ze spółdzielczością</w:t>
            </w:r>
            <w:r w:rsidRPr="00981727">
              <w:rPr>
                <w:rFonts w:ascii="Corbel" w:hAnsi="Corbel"/>
              </w:rPr>
              <w:t xml:space="preserve"> i proponować sposoby ich realizacji</w:t>
            </w:r>
            <w:r w:rsidR="00674F56">
              <w:rPr>
                <w:rFonts w:ascii="Corbel" w:hAnsi="Corbel"/>
              </w:rPr>
              <w:t>.</w:t>
            </w:r>
          </w:p>
        </w:tc>
        <w:tc>
          <w:tcPr>
            <w:tcW w:w="1873" w:type="dxa"/>
          </w:tcPr>
          <w:p w14:paraId="69E28F02" w14:textId="77777777" w:rsidR="00DD539B" w:rsidRPr="00981727" w:rsidRDefault="00981727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395307F" w14:textId="77777777" w:rsidR="00981727" w:rsidRPr="00981727" w:rsidRDefault="00981727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D539B" w:rsidRPr="00981727" w14:paraId="509756DF" w14:textId="77777777" w:rsidTr="005E6E85">
        <w:tc>
          <w:tcPr>
            <w:tcW w:w="1701" w:type="dxa"/>
          </w:tcPr>
          <w:p w14:paraId="221F3F44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74F5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81727" w:rsidRPr="0098172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3CAE18E" w14:textId="77777777" w:rsidR="00DD539B" w:rsidRPr="00981727" w:rsidRDefault="00DD539B" w:rsidP="00674F5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1727">
              <w:rPr>
                <w:rFonts w:ascii="Corbel" w:hAnsi="Corbel"/>
                <w:sz w:val="24"/>
                <w:szCs w:val="24"/>
              </w:rPr>
              <w:t xml:space="preserve">Potrafi organizować pracę indywidualną oraz pracować w grupie przyjmując w niej współodpowiedzialność za realizowane zadania dotyczące przygotowania projektów z wykorzystaniem technik multimedialnych o możliwości </w:t>
            </w:r>
            <w:r w:rsidR="003636E7" w:rsidRPr="00981727">
              <w:rPr>
                <w:rFonts w:ascii="Corbel" w:hAnsi="Corbel"/>
                <w:sz w:val="24"/>
                <w:szCs w:val="24"/>
              </w:rPr>
              <w:t xml:space="preserve">prowadzenia </w:t>
            </w:r>
            <w:r w:rsidRPr="00981727">
              <w:rPr>
                <w:rFonts w:ascii="Corbel" w:hAnsi="Corbel"/>
                <w:sz w:val="24"/>
                <w:szCs w:val="24"/>
              </w:rPr>
              <w:t xml:space="preserve">przedsiębiorstwa </w:t>
            </w:r>
            <w:r w:rsidR="003636E7" w:rsidRPr="00981727">
              <w:rPr>
                <w:rFonts w:ascii="Corbel" w:hAnsi="Corbel"/>
                <w:sz w:val="24"/>
                <w:szCs w:val="24"/>
              </w:rPr>
              <w:t xml:space="preserve">w formie spółdzielni </w:t>
            </w:r>
            <w:r w:rsidRPr="00981727">
              <w:rPr>
                <w:rFonts w:ascii="Corbel" w:hAnsi="Corbel"/>
                <w:sz w:val="24"/>
                <w:szCs w:val="24"/>
              </w:rPr>
              <w:t>z uwzględnieniem wy</w:t>
            </w:r>
            <w:r w:rsidR="00674F56">
              <w:rPr>
                <w:rFonts w:ascii="Corbel" w:hAnsi="Corbel"/>
                <w:sz w:val="24"/>
                <w:szCs w:val="24"/>
              </w:rPr>
              <w:t>stępujących problemów społeczno-</w:t>
            </w:r>
            <w:r w:rsidRPr="00981727">
              <w:rPr>
                <w:rFonts w:ascii="Corbel" w:hAnsi="Corbel"/>
                <w:sz w:val="24"/>
                <w:szCs w:val="24"/>
              </w:rPr>
              <w:t>ekonomicznych</w:t>
            </w:r>
            <w:r w:rsidR="00674F5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93BD3DC" w14:textId="77777777" w:rsidR="00DD539B" w:rsidRPr="00981727" w:rsidRDefault="00DD539B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473B7F81" w14:textId="77777777" w:rsidR="00DD539B" w:rsidRPr="00981727" w:rsidRDefault="00DD539B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981727" w14:paraId="07977B1E" w14:textId="77777777" w:rsidTr="005E6E85">
        <w:tc>
          <w:tcPr>
            <w:tcW w:w="1701" w:type="dxa"/>
          </w:tcPr>
          <w:p w14:paraId="58EC8F23" w14:textId="77777777" w:rsidR="00DD539B" w:rsidRPr="00981727" w:rsidRDefault="009817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74F56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8172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63C21A9" w14:textId="77777777" w:rsidR="00DD539B" w:rsidRPr="00981727" w:rsidRDefault="00981727" w:rsidP="00674F56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  <w:r w:rsidR="00C00464" w:rsidRPr="00981727">
              <w:rPr>
                <w:rFonts w:ascii="Corbel" w:hAnsi="Corbel"/>
              </w:rPr>
              <w:t>ypełniania zobowiązań społecznych, współorganizowania działalności na rzecz środowiska społecznego poprzez uczestniczenie w przygotowaniu projektów gospodarczych i społecznych</w:t>
            </w:r>
            <w:r w:rsidR="00674F56">
              <w:rPr>
                <w:rFonts w:ascii="Corbel" w:hAnsi="Corbel"/>
              </w:rPr>
              <w:t xml:space="preserve"> w zakresie spółdzielczości.</w:t>
            </w:r>
          </w:p>
        </w:tc>
        <w:tc>
          <w:tcPr>
            <w:tcW w:w="1873" w:type="dxa"/>
          </w:tcPr>
          <w:p w14:paraId="4BE4121B" w14:textId="77777777" w:rsidR="00DD539B" w:rsidRPr="00981727" w:rsidRDefault="00C00464" w:rsidP="00674F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95AD13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180D7C" w14:textId="77777777" w:rsidR="00674F56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CA08DE" w14:textId="77777777" w:rsidR="00674F56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C2F6AE" w14:textId="77777777" w:rsidR="00674F56" w:rsidRPr="00981727" w:rsidRDefault="0067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7E365E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674F56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CF8A717" w14:textId="77777777" w:rsidR="00674F56" w:rsidRPr="009C54AE" w:rsidRDefault="00674F5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A2EE94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4B762E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AFAD9F1" w14:textId="77777777" w:rsidTr="00923D7D">
        <w:tc>
          <w:tcPr>
            <w:tcW w:w="9639" w:type="dxa"/>
          </w:tcPr>
          <w:p w14:paraId="3A599D7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2555397" w14:textId="77777777" w:rsidTr="00923D7D">
        <w:tc>
          <w:tcPr>
            <w:tcW w:w="9639" w:type="dxa"/>
          </w:tcPr>
          <w:p w14:paraId="2487A1C2" w14:textId="77777777" w:rsidR="0085747A" w:rsidRPr="00E821C5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Przesłanki powstania i rozwoju spółdzielni. Zasady spółdzielcze</w:t>
            </w:r>
          </w:p>
        </w:tc>
      </w:tr>
      <w:tr w:rsidR="00DA00F5" w:rsidRPr="009C54AE" w14:paraId="7650162E" w14:textId="77777777" w:rsidTr="00923D7D">
        <w:tc>
          <w:tcPr>
            <w:tcW w:w="9639" w:type="dxa"/>
          </w:tcPr>
          <w:p w14:paraId="1E747F9B" w14:textId="77777777" w:rsidR="00DA00F5" w:rsidRPr="00FE38B4" w:rsidRDefault="00DA00F5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Uwarunkowania społeczno-ekonomiczne funkcjonowania spółdzielni</w:t>
            </w:r>
          </w:p>
        </w:tc>
      </w:tr>
      <w:tr w:rsidR="0085747A" w:rsidRPr="009C54AE" w14:paraId="514D6030" w14:textId="77777777" w:rsidTr="00923D7D">
        <w:tc>
          <w:tcPr>
            <w:tcW w:w="9639" w:type="dxa"/>
          </w:tcPr>
          <w:p w14:paraId="796FCE61" w14:textId="77777777" w:rsidR="0085747A" w:rsidRPr="00E821C5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 xml:space="preserve">Tryb zakładania i rejestracji spółdzielni </w:t>
            </w:r>
          </w:p>
        </w:tc>
      </w:tr>
      <w:tr w:rsidR="0085747A" w:rsidRPr="009C54AE" w14:paraId="041CEC61" w14:textId="77777777" w:rsidTr="00923D7D">
        <w:tc>
          <w:tcPr>
            <w:tcW w:w="9639" w:type="dxa"/>
          </w:tcPr>
          <w:p w14:paraId="20700282" w14:textId="77777777" w:rsidR="0085747A" w:rsidRPr="003636E7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Statut spółdzielni. Prawa i obowiązki członków spółdzielni</w:t>
            </w:r>
          </w:p>
        </w:tc>
      </w:tr>
      <w:tr w:rsidR="00D9018B" w:rsidRPr="009C54AE" w14:paraId="261A6AD9" w14:textId="77777777" w:rsidTr="00923D7D">
        <w:tc>
          <w:tcPr>
            <w:tcW w:w="9639" w:type="dxa"/>
          </w:tcPr>
          <w:p w14:paraId="64A4ECB9" w14:textId="77777777" w:rsidR="00D9018B" w:rsidRPr="00E821C5" w:rsidRDefault="003636E7" w:rsidP="00674F5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Funkcjonowanie organów spółdzielni. Walne zgromadzenie. Funkcje i zadania rady nadzorczej</w:t>
            </w:r>
          </w:p>
        </w:tc>
      </w:tr>
      <w:tr w:rsidR="00D9018B" w:rsidRPr="009C54AE" w14:paraId="32D7EEBC" w14:textId="77777777" w:rsidTr="00923D7D">
        <w:tc>
          <w:tcPr>
            <w:tcW w:w="9639" w:type="dxa"/>
          </w:tcPr>
          <w:p w14:paraId="5E81C10D" w14:textId="77777777" w:rsidR="00D9018B" w:rsidRPr="003636E7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Uprawnienia zarządu spółdzielni.</w:t>
            </w:r>
          </w:p>
        </w:tc>
      </w:tr>
      <w:tr w:rsidR="00D9018B" w:rsidRPr="009C54AE" w14:paraId="7434C964" w14:textId="77777777" w:rsidTr="00923D7D">
        <w:tc>
          <w:tcPr>
            <w:tcW w:w="9639" w:type="dxa"/>
          </w:tcPr>
          <w:p w14:paraId="20EE6210" w14:textId="77777777" w:rsidR="00D9018B" w:rsidRPr="00E821C5" w:rsidRDefault="003636E7" w:rsidP="00674F56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Specyfika zarządzania spółdzielnią.</w:t>
            </w:r>
          </w:p>
        </w:tc>
      </w:tr>
      <w:tr w:rsidR="00D9018B" w:rsidRPr="009C54AE" w14:paraId="44ECF9CC" w14:textId="77777777" w:rsidTr="00923D7D">
        <w:tc>
          <w:tcPr>
            <w:tcW w:w="9639" w:type="dxa"/>
          </w:tcPr>
          <w:p w14:paraId="281EE968" w14:textId="77777777" w:rsidR="00D9018B" w:rsidRPr="00E821C5" w:rsidRDefault="003636E7" w:rsidP="00674F5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38B4">
              <w:rPr>
                <w:rFonts w:ascii="Corbel" w:hAnsi="Corbel"/>
                <w:sz w:val="24"/>
                <w:szCs w:val="24"/>
              </w:rPr>
              <w:t>Charakterystyka poszczególnych branż spółdzielczych</w:t>
            </w:r>
          </w:p>
        </w:tc>
      </w:tr>
    </w:tbl>
    <w:p w14:paraId="5237D7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5C0BD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674F5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3D3FB2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A0EF68" w14:textId="2AD42AA0" w:rsidR="00153C41" w:rsidRPr="00674F56" w:rsidRDefault="00674F56" w:rsidP="39FB8A47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39FB8A47">
        <w:rPr>
          <w:rFonts w:ascii="Corbel" w:hAnsi="Corbel"/>
          <w:b w:val="0"/>
          <w:smallCaps w:val="0"/>
        </w:rPr>
        <w:t>Ćwiczenia:</w:t>
      </w:r>
      <w:r w:rsidR="0085747A" w:rsidRPr="39FB8A47">
        <w:rPr>
          <w:rFonts w:ascii="Corbel" w:hAnsi="Corbel"/>
          <w:b w:val="0"/>
          <w:smallCaps w:val="0"/>
        </w:rPr>
        <w:t xml:space="preserve"> metoda projektów</w:t>
      </w:r>
      <w:r w:rsidR="0071620A" w:rsidRPr="39FB8A47">
        <w:rPr>
          <w:rFonts w:ascii="Corbel" w:hAnsi="Corbel"/>
          <w:b w:val="0"/>
          <w:smallCaps w:val="0"/>
        </w:rPr>
        <w:t>,</w:t>
      </w:r>
      <w:r w:rsidR="001718A7" w:rsidRPr="39FB8A47">
        <w:rPr>
          <w:rFonts w:ascii="Corbel" w:hAnsi="Corbel"/>
          <w:b w:val="0"/>
          <w:smallCaps w:val="0"/>
        </w:rPr>
        <w:t xml:space="preserve"> praca w </w:t>
      </w:r>
      <w:r w:rsidR="0085747A" w:rsidRPr="39FB8A47">
        <w:rPr>
          <w:rFonts w:ascii="Corbel" w:hAnsi="Corbel"/>
          <w:b w:val="0"/>
          <w:smallCaps w:val="0"/>
        </w:rPr>
        <w:t>grupac</w:t>
      </w:r>
      <w:r w:rsidR="1AB781B3" w:rsidRPr="39FB8A47">
        <w:rPr>
          <w:rFonts w:ascii="Corbel" w:hAnsi="Corbel"/>
          <w:b w:val="0"/>
          <w:smallCaps w:val="0"/>
        </w:rPr>
        <w:t xml:space="preserve">, </w:t>
      </w:r>
      <w:r w:rsidR="0085747A" w:rsidRPr="39FB8A47">
        <w:rPr>
          <w:rFonts w:ascii="Corbel" w:hAnsi="Corbel"/>
          <w:b w:val="0"/>
          <w:smallCaps w:val="0"/>
        </w:rPr>
        <w:t>dyskusja</w:t>
      </w:r>
      <w:r w:rsidRPr="39FB8A47">
        <w:rPr>
          <w:rFonts w:ascii="Corbel" w:hAnsi="Corbel"/>
          <w:b w:val="0"/>
          <w:smallCaps w:val="0"/>
        </w:rPr>
        <w:t>.</w:t>
      </w:r>
    </w:p>
    <w:p w14:paraId="6C0D3FB2" w14:textId="77777777" w:rsidR="00674F56" w:rsidRPr="00674F56" w:rsidRDefault="00674F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674F56">
        <w:rPr>
          <w:rFonts w:ascii="Corbel" w:hAnsi="Corbel"/>
          <w:b w:val="0"/>
          <w:smallCaps w:val="0"/>
          <w:szCs w:val="20"/>
        </w:rPr>
        <w:t>Możliwość wykorzystania platformy MS Teams.</w:t>
      </w:r>
    </w:p>
    <w:p w14:paraId="5351847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9541D0D" w14:textId="77777777" w:rsidR="00C271F6" w:rsidRDefault="00C271F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EB68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41B462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5F44C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C271F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2DF1E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30124C2" w14:textId="77777777" w:rsidTr="39FB8A47">
        <w:tc>
          <w:tcPr>
            <w:tcW w:w="1985" w:type="dxa"/>
            <w:vAlign w:val="center"/>
          </w:tcPr>
          <w:p w14:paraId="74B140C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F0E3F3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09B509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16F41C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43BBE5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306903A3" w14:textId="77777777" w:rsidTr="39FB8A47">
        <w:tc>
          <w:tcPr>
            <w:tcW w:w="1985" w:type="dxa"/>
          </w:tcPr>
          <w:p w14:paraId="4DEBFFB7" w14:textId="77777777" w:rsidR="0085747A" w:rsidRPr="009C54AE" w:rsidRDefault="00C271F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71BDF621" w14:textId="23A14CA0" w:rsidR="0085747A" w:rsidRPr="009C54AE" w:rsidRDefault="205AAD9E" w:rsidP="39FB8A4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39FB8A47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</w:p>
        </w:tc>
        <w:tc>
          <w:tcPr>
            <w:tcW w:w="2126" w:type="dxa"/>
          </w:tcPr>
          <w:p w14:paraId="1F984A59" w14:textId="77777777" w:rsidR="0085747A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D63A6" w:rsidRPr="009C54AE" w14:paraId="6208A308" w14:textId="77777777" w:rsidTr="39FB8A47">
        <w:tc>
          <w:tcPr>
            <w:tcW w:w="1985" w:type="dxa"/>
          </w:tcPr>
          <w:p w14:paraId="47BD4CBF" w14:textId="77777777" w:rsidR="002D63A6" w:rsidRPr="009C54AE" w:rsidRDefault="002D63A6" w:rsidP="00C271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4360EA2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8DC2F1F" w14:textId="77777777" w:rsidR="002D63A6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85747A" w:rsidRPr="009C54AE" w14:paraId="365A3BB4" w14:textId="77777777" w:rsidTr="39FB8A47">
        <w:tc>
          <w:tcPr>
            <w:tcW w:w="1985" w:type="dxa"/>
          </w:tcPr>
          <w:p w14:paraId="006363E5" w14:textId="77777777" w:rsidR="0085747A" w:rsidRPr="009C54AE" w:rsidRDefault="0085747A" w:rsidP="00C271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7FFBF093" w14:textId="77777777" w:rsidR="0085747A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7F4933EE" w14:textId="77777777" w:rsidR="0085747A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D63A6" w:rsidRPr="009C54AE" w14:paraId="3FAF4C23" w14:textId="77777777" w:rsidTr="39FB8A47">
        <w:tc>
          <w:tcPr>
            <w:tcW w:w="1985" w:type="dxa"/>
          </w:tcPr>
          <w:p w14:paraId="3EB1472D" w14:textId="77777777" w:rsidR="002D63A6" w:rsidRPr="009C54AE" w:rsidRDefault="002D63A6" w:rsidP="00C271F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32045A92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C1368FB" w14:textId="77777777" w:rsidR="002D63A6" w:rsidRPr="009C54AE" w:rsidRDefault="002D63A6" w:rsidP="00B34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4308A45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96993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57FCDF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C1F20EC" w14:textId="77777777" w:rsidTr="39FB8A47">
        <w:tc>
          <w:tcPr>
            <w:tcW w:w="9670" w:type="dxa"/>
          </w:tcPr>
          <w:p w14:paraId="230E0694" w14:textId="65446FDC" w:rsidR="0085747A" w:rsidRPr="009C54AE" w:rsidRDefault="00DA3FAB" w:rsidP="39FB8A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9FB8A47">
              <w:rPr>
                <w:rFonts w:ascii="Corbel" w:hAnsi="Corbel"/>
                <w:b w:val="0"/>
                <w:smallCaps w:val="0"/>
              </w:rPr>
              <w:t xml:space="preserve">Zaliczenie przedmiotu następuje na podstawie oceny: </w:t>
            </w:r>
            <w:r w:rsidR="003636E7" w:rsidRPr="39FB8A47">
              <w:rPr>
                <w:rFonts w:ascii="Corbel" w:hAnsi="Corbel"/>
                <w:b w:val="0"/>
                <w:smallCaps w:val="0"/>
              </w:rPr>
              <w:t>kolokwium</w:t>
            </w:r>
            <w:r w:rsidR="00C271F6" w:rsidRPr="39FB8A47">
              <w:rPr>
                <w:rFonts w:ascii="Corbel" w:hAnsi="Corbel"/>
                <w:b w:val="0"/>
                <w:smallCaps w:val="0"/>
              </w:rPr>
              <w:t xml:space="preserve"> sprawdzającego </w:t>
            </w:r>
            <w:r w:rsidR="7D9B27EE" w:rsidRPr="39FB8A47">
              <w:rPr>
                <w:rFonts w:ascii="Corbel" w:hAnsi="Corbel"/>
                <w:b w:val="0"/>
                <w:smallCaps w:val="0"/>
              </w:rPr>
              <w:t xml:space="preserve">min.51% uzyskanych punktów </w:t>
            </w:r>
            <w:r w:rsidR="00C271F6" w:rsidRPr="39FB8A47">
              <w:rPr>
                <w:rFonts w:ascii="Corbel" w:hAnsi="Corbel"/>
                <w:b w:val="0"/>
                <w:smallCaps w:val="0"/>
              </w:rPr>
              <w:t xml:space="preserve">oraz </w:t>
            </w:r>
            <w:r w:rsidRPr="39FB8A47">
              <w:rPr>
                <w:rFonts w:ascii="Corbel" w:hAnsi="Corbel"/>
                <w:b w:val="0"/>
                <w:smallCaps w:val="0"/>
              </w:rPr>
              <w:t xml:space="preserve">opracowanego projektu dotyczącego </w:t>
            </w:r>
            <w:r w:rsidR="003636E7" w:rsidRPr="39FB8A47">
              <w:rPr>
                <w:rFonts w:ascii="Corbel" w:hAnsi="Corbel"/>
                <w:b w:val="0"/>
                <w:smallCaps w:val="0"/>
              </w:rPr>
              <w:t>wykorzystania formy spółdzielczej do prowadzenia biznesu</w:t>
            </w:r>
            <w:r w:rsidRPr="39FB8A47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</w:tr>
    </w:tbl>
    <w:p w14:paraId="013EF0A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A3E8E6" w14:textId="77777777" w:rsidR="00C271F6" w:rsidRPr="009C54AE" w:rsidRDefault="00C271F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2AA76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651C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70C6E2F" w14:textId="77777777" w:rsidTr="003E1941">
        <w:tc>
          <w:tcPr>
            <w:tcW w:w="4962" w:type="dxa"/>
            <w:vAlign w:val="center"/>
          </w:tcPr>
          <w:p w14:paraId="2608B3F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EC01C3" w14:textId="128900D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3438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31F15F1" w14:textId="77777777" w:rsidTr="00923D7D">
        <w:tc>
          <w:tcPr>
            <w:tcW w:w="4962" w:type="dxa"/>
          </w:tcPr>
          <w:p w14:paraId="52EBBA7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85D6CAE" w14:textId="77777777" w:rsidR="0085747A" w:rsidRPr="009C54AE" w:rsidRDefault="0038750B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A78F01B" w14:textId="77777777" w:rsidTr="00923D7D">
        <w:tc>
          <w:tcPr>
            <w:tcW w:w="4962" w:type="dxa"/>
          </w:tcPr>
          <w:p w14:paraId="0A99AA6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429E70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C271F6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6912D06" w14:textId="77777777" w:rsidR="00C61DC5" w:rsidRPr="009C54AE" w:rsidRDefault="00942E17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E5A472E" w14:textId="77777777" w:rsidTr="00923D7D">
        <w:tc>
          <w:tcPr>
            <w:tcW w:w="4962" w:type="dxa"/>
          </w:tcPr>
          <w:p w14:paraId="57EF0A7F" w14:textId="78ECE64A" w:rsidR="00C61DC5" w:rsidRPr="009C54AE" w:rsidRDefault="00C61DC5" w:rsidP="005336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53363F">
              <w:rPr>
                <w:rFonts w:ascii="Corbel" w:hAnsi="Corbel"/>
                <w:sz w:val="24"/>
                <w:szCs w:val="24"/>
              </w:rPr>
              <w:t xml:space="preserve"> </w:t>
            </w:r>
            <w:r w:rsidR="00C271F6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97324A">
              <w:rPr>
                <w:rFonts w:ascii="Corbel" w:hAnsi="Corbel"/>
                <w:sz w:val="24"/>
                <w:szCs w:val="24"/>
              </w:rPr>
              <w:t xml:space="preserve"> 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8729211" w14:textId="77777777" w:rsidR="00C61DC5" w:rsidRPr="009C54AE" w:rsidRDefault="0038750B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6349CD2B" w14:textId="77777777" w:rsidTr="00923D7D">
        <w:tc>
          <w:tcPr>
            <w:tcW w:w="4962" w:type="dxa"/>
          </w:tcPr>
          <w:p w14:paraId="5869819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29E059A" w14:textId="77777777" w:rsidR="0085747A" w:rsidRPr="009C54AE" w:rsidRDefault="00942E17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8922476" w14:textId="77777777" w:rsidTr="00923D7D">
        <w:tc>
          <w:tcPr>
            <w:tcW w:w="4962" w:type="dxa"/>
          </w:tcPr>
          <w:p w14:paraId="2150DDD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5C28B3" w14:textId="77777777" w:rsidR="0085747A" w:rsidRPr="009C54AE" w:rsidRDefault="00942E17" w:rsidP="00C271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98D76A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0D5F1F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071787" w14:textId="77777777" w:rsidR="00C271F6" w:rsidRPr="009C54AE" w:rsidRDefault="00C271F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1E8C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8F591E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0EF95B0" w14:textId="77777777" w:rsidTr="00B3438E">
        <w:trPr>
          <w:trHeight w:val="397"/>
        </w:trPr>
        <w:tc>
          <w:tcPr>
            <w:tcW w:w="2359" w:type="pct"/>
          </w:tcPr>
          <w:p w14:paraId="4FEA99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62267A8" w14:textId="77777777" w:rsidR="0085747A" w:rsidRPr="009C54AE" w:rsidRDefault="00C271F6" w:rsidP="00C271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161D7C4" w14:textId="77777777" w:rsidTr="00B3438E">
        <w:trPr>
          <w:trHeight w:val="397"/>
        </w:trPr>
        <w:tc>
          <w:tcPr>
            <w:tcW w:w="2359" w:type="pct"/>
          </w:tcPr>
          <w:p w14:paraId="224E4B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0C42F93" w14:textId="77777777" w:rsidR="0085747A" w:rsidRPr="009C54AE" w:rsidRDefault="00C271F6" w:rsidP="00C271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19F7157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CBE940" w14:textId="77777777" w:rsidR="00C271F6" w:rsidRPr="009C54AE" w:rsidRDefault="00C271F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C0238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1ECB0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7CDC34A" w14:textId="77777777" w:rsidTr="39FB8A47">
        <w:trPr>
          <w:trHeight w:val="397"/>
        </w:trPr>
        <w:tc>
          <w:tcPr>
            <w:tcW w:w="5000" w:type="pct"/>
          </w:tcPr>
          <w:p w14:paraId="135FAA1B" w14:textId="77777777" w:rsidR="0085747A" w:rsidRPr="00E821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80D8A20" w14:textId="77777777" w:rsidR="00DA00F5" w:rsidRPr="00DA00F5" w:rsidRDefault="00DA00F5" w:rsidP="00C271F6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8072F">
              <w:rPr>
                <w:rFonts w:ascii="Corbel" w:hAnsi="Corbel"/>
                <w:sz w:val="24"/>
                <w:szCs w:val="24"/>
              </w:rPr>
              <w:t>Czternasty W., Determinanty rozwoju spółdzielczości w różnych warunkach ekonomiczno-społecznych, Wydawnictwo Adam Marszałek, Toruń 2013.</w:t>
            </w:r>
          </w:p>
          <w:p w14:paraId="1A78CFEF" w14:textId="77777777" w:rsidR="00DA3FAB" w:rsidRPr="00DA00F5" w:rsidRDefault="00DA00F5" w:rsidP="00C271F6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Skotarczak</w:t>
            </w:r>
            <w:r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T.,</w:t>
            </w:r>
            <w:r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Blaszke</w:t>
            </w:r>
            <w:r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M.,</w:t>
            </w:r>
            <w:r w:rsidR="00C271F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Spółdzielnie mieszkaniowe</w:t>
            </w:r>
            <w:r w:rsidR="00981727"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: problemy ekonomiczne i społeczne w okresie przekształceń własnościowych</w:t>
            </w:r>
            <w:r w:rsidR="00C271F6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981727" w:rsidRPr="0098172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="00981727"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Difin, </w:t>
            </w:r>
            <w:r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Warszawa </w:t>
            </w:r>
            <w:r w:rsidR="00981727" w:rsidRPr="00DA00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2016.</w:t>
            </w:r>
          </w:p>
        </w:tc>
      </w:tr>
      <w:tr w:rsidR="0085747A" w:rsidRPr="009C54AE" w14:paraId="50AD8A9A" w14:textId="77777777" w:rsidTr="39FB8A47">
        <w:trPr>
          <w:trHeight w:val="397"/>
        </w:trPr>
        <w:tc>
          <w:tcPr>
            <w:tcW w:w="5000" w:type="pct"/>
          </w:tcPr>
          <w:p w14:paraId="1BC9C1F4" w14:textId="77777777" w:rsidR="0085747A" w:rsidRPr="00E821C5" w:rsidRDefault="0085747A" w:rsidP="00DA0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6227FD7" w14:textId="77777777" w:rsidR="00FB7FE8" w:rsidRPr="00DA00F5" w:rsidRDefault="00DA00F5" w:rsidP="00C271F6">
            <w:pPr>
              <w:pStyle w:val="Akapitzlist"/>
              <w:numPr>
                <w:ilvl w:val="0"/>
                <w:numId w:val="11"/>
              </w:numPr>
              <w:spacing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DA00F5">
              <w:rPr>
                <w:rFonts w:ascii="Corbel" w:hAnsi="Corbel"/>
                <w:sz w:val="24"/>
                <w:szCs w:val="24"/>
              </w:rPr>
              <w:t>Dyka S., Grzegorzewski P., Zarządzanie spółdzielnią</w:t>
            </w:r>
            <w:r w:rsidR="00C271F6">
              <w:rPr>
                <w:rFonts w:ascii="Corbel" w:hAnsi="Corbel"/>
                <w:sz w:val="24"/>
                <w:szCs w:val="24"/>
              </w:rPr>
              <w:t>,</w:t>
            </w:r>
            <w:r w:rsidRPr="00DA00F5">
              <w:rPr>
                <w:rFonts w:ascii="Corbel" w:hAnsi="Corbel"/>
                <w:sz w:val="24"/>
                <w:szCs w:val="24"/>
              </w:rPr>
              <w:t xml:space="preserve"> Wydawnictwo Difin, Warszawa 2000.</w:t>
            </w:r>
          </w:p>
          <w:p w14:paraId="24272543" w14:textId="133931A4" w:rsidR="00DA00F5" w:rsidRPr="00DA00F5" w:rsidRDefault="00C271F6" w:rsidP="39FB8A4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18" w:hanging="284"/>
              <w:jc w:val="both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39FB8A4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Leszczyński F.</w:t>
            </w:r>
            <w:r w:rsidR="6AAD5EDC" w:rsidRPr="39FB8A4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K., Spółdzielczość jako organizacja gospodarcza w II RP: wybór pism, Oficyna Naukowa, Warszawa 2017.</w:t>
            </w:r>
          </w:p>
          <w:p w14:paraId="148F188D" w14:textId="2F73E27D" w:rsidR="00DA00F5" w:rsidRPr="00DA00F5" w:rsidRDefault="34FECD5A" w:rsidP="39FB8A47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318" w:hanging="284"/>
              <w:jc w:val="both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39FB8A47">
              <w:rPr>
                <w:rFonts w:ascii="Corbel" w:eastAsia="Corbel" w:hAnsi="Corbel" w:cs="Corbel"/>
                <w:sz w:val="24"/>
                <w:szCs w:val="24"/>
              </w:rPr>
              <w:t xml:space="preserve"> Kawa M., Kuźniar W., 2019, Rola spółdzielczości w rozwoju społeczno-gospodarczym w Polsce [w:] Nierówności społeczne a wzrost gospodarczy. </w:t>
            </w:r>
            <w:r w:rsidRPr="39FB8A4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Social Inequalities and Economics Growth, red. </w:t>
            </w:r>
            <w:r w:rsidRPr="39FB8A47">
              <w:rPr>
                <w:rFonts w:ascii="Corbel" w:eastAsia="Corbel" w:hAnsi="Corbel" w:cs="Corbel"/>
                <w:sz w:val="24"/>
                <w:szCs w:val="24"/>
              </w:rPr>
              <w:t>M.G. Woźniak, zeszyt nr 59/2019). Wydawnictwo Uniwersytetu Rzeszowskiego</w:t>
            </w:r>
          </w:p>
        </w:tc>
      </w:tr>
    </w:tbl>
    <w:p w14:paraId="2CAB0452" w14:textId="77777777" w:rsidR="0085747A" w:rsidRPr="009C54AE" w:rsidRDefault="0085747A" w:rsidP="00DA00F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D197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AD0D6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7C1539" w14:textId="77777777" w:rsidR="00CC32AE" w:rsidRDefault="00CC32AE" w:rsidP="00C16ABF">
      <w:pPr>
        <w:spacing w:after="0" w:line="240" w:lineRule="auto"/>
      </w:pPr>
      <w:r>
        <w:separator/>
      </w:r>
    </w:p>
  </w:endnote>
  <w:endnote w:type="continuationSeparator" w:id="0">
    <w:p w14:paraId="3BF833B8" w14:textId="77777777" w:rsidR="00CC32AE" w:rsidRDefault="00CC32A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34FFAC" w14:textId="77777777" w:rsidR="00CC32AE" w:rsidRDefault="00CC32AE" w:rsidP="00C16ABF">
      <w:pPr>
        <w:spacing w:after="0" w:line="240" w:lineRule="auto"/>
      </w:pPr>
      <w:r>
        <w:separator/>
      </w:r>
    </w:p>
  </w:footnote>
  <w:footnote w:type="continuationSeparator" w:id="0">
    <w:p w14:paraId="56419C22" w14:textId="77777777" w:rsidR="00CC32AE" w:rsidRDefault="00CC32AE" w:rsidP="00C16ABF">
      <w:pPr>
        <w:spacing w:after="0" w:line="240" w:lineRule="auto"/>
      </w:pPr>
      <w:r>
        <w:continuationSeparator/>
      </w:r>
    </w:p>
  </w:footnote>
  <w:footnote w:id="1">
    <w:p w14:paraId="782063C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337210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2E2B54"/>
    <w:multiLevelType w:val="hybridMultilevel"/>
    <w:tmpl w:val="F1527490"/>
    <w:lvl w:ilvl="0" w:tplc="B98486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0AE0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FEB9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50F1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4034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0455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34EB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C203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C674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3B62B7"/>
    <w:multiLevelType w:val="hybridMultilevel"/>
    <w:tmpl w:val="4810153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73E94"/>
    <w:multiLevelType w:val="hybridMultilevel"/>
    <w:tmpl w:val="F1527490"/>
    <w:lvl w:ilvl="0" w:tplc="1966DF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24E7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4887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A439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92DF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D427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DC5E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82D4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FCD2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64A0"/>
    <w:multiLevelType w:val="hybridMultilevel"/>
    <w:tmpl w:val="574A1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E0A4A"/>
    <w:multiLevelType w:val="hybridMultilevel"/>
    <w:tmpl w:val="F1527490"/>
    <w:lvl w:ilvl="0" w:tplc="36081B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F09D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562C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E819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D058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E62C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8287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10B6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F8432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8E5811"/>
    <w:multiLevelType w:val="multilevel"/>
    <w:tmpl w:val="F152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1"/>
  </w:num>
  <w:num w:numId="6">
    <w:abstractNumId w:val="2"/>
  </w:num>
  <w:num w:numId="7">
    <w:abstractNumId w:val="12"/>
  </w:num>
  <w:num w:numId="8">
    <w:abstractNumId w:val="10"/>
  </w:num>
  <w:num w:numId="9">
    <w:abstractNumId w:val="5"/>
  </w:num>
  <w:num w:numId="10">
    <w:abstractNumId w:val="9"/>
  </w:num>
  <w:num w:numId="11">
    <w:abstractNumId w:val="7"/>
  </w:num>
  <w:num w:numId="12">
    <w:abstractNumId w:val="0"/>
  </w:num>
  <w:num w:numId="1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2566"/>
    <w:rsid w:val="002A51C0"/>
    <w:rsid w:val="002A671D"/>
    <w:rsid w:val="002B4D55"/>
    <w:rsid w:val="002B5EA0"/>
    <w:rsid w:val="002B6119"/>
    <w:rsid w:val="002C1F06"/>
    <w:rsid w:val="002C20E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15540"/>
    <w:rsid w:val="003343CF"/>
    <w:rsid w:val="00334A6B"/>
    <w:rsid w:val="00346FE9"/>
    <w:rsid w:val="0034759A"/>
    <w:rsid w:val="003503F6"/>
    <w:rsid w:val="003530DD"/>
    <w:rsid w:val="003636E7"/>
    <w:rsid w:val="00363F78"/>
    <w:rsid w:val="00387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363F"/>
    <w:rsid w:val="005363C4"/>
    <w:rsid w:val="00536BDE"/>
    <w:rsid w:val="00543ACC"/>
    <w:rsid w:val="0056696D"/>
    <w:rsid w:val="0059484D"/>
    <w:rsid w:val="005A0855"/>
    <w:rsid w:val="005A133C"/>
    <w:rsid w:val="005A3196"/>
    <w:rsid w:val="005B2AA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4F56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108"/>
    <w:rsid w:val="00794956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3D7D"/>
    <w:rsid w:val="009333F1"/>
    <w:rsid w:val="009412DF"/>
    <w:rsid w:val="00942E17"/>
    <w:rsid w:val="009508DF"/>
    <w:rsid w:val="00950DAC"/>
    <w:rsid w:val="00954A07"/>
    <w:rsid w:val="0097324A"/>
    <w:rsid w:val="0098172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C61E"/>
    <w:rsid w:val="00AF2C1E"/>
    <w:rsid w:val="00B06142"/>
    <w:rsid w:val="00B12CBF"/>
    <w:rsid w:val="00B135B1"/>
    <w:rsid w:val="00B3130B"/>
    <w:rsid w:val="00B3438E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163C"/>
    <w:rsid w:val="00BF2C41"/>
    <w:rsid w:val="00C00464"/>
    <w:rsid w:val="00C058B4"/>
    <w:rsid w:val="00C05F44"/>
    <w:rsid w:val="00C131B5"/>
    <w:rsid w:val="00C16ABF"/>
    <w:rsid w:val="00C170AE"/>
    <w:rsid w:val="00C26CB7"/>
    <w:rsid w:val="00C271F6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32AE"/>
    <w:rsid w:val="00CD6897"/>
    <w:rsid w:val="00CE5BAC"/>
    <w:rsid w:val="00CE5D0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00F5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873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1AB781B3"/>
    <w:rsid w:val="1B7C4DEB"/>
    <w:rsid w:val="205AAD9E"/>
    <w:rsid w:val="2FCBB642"/>
    <w:rsid w:val="34E67BF0"/>
    <w:rsid w:val="34FECD5A"/>
    <w:rsid w:val="39FB8A47"/>
    <w:rsid w:val="6AAD5EDC"/>
    <w:rsid w:val="7D9B27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04A14"/>
  <w15:docId w15:val="{254CBC42-0432-458F-84D3-907F3504D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91A4E7-0074-4BED-BEB5-13F850B8CB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AC3F11-3AC1-47EA-B220-54AB883D40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51018B-33D9-4F07-BA2D-CF874BF16C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07C401-1D2A-4644-8342-49D68B40FE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922</Words>
  <Characters>5538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9</cp:revision>
  <cp:lastPrinted>2019-02-06T12:12:00Z</cp:lastPrinted>
  <dcterms:created xsi:type="dcterms:W3CDTF">2020-10-26T09:46:00Z</dcterms:created>
  <dcterms:modified xsi:type="dcterms:W3CDTF">2020-12-07T18:44:00Z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